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4D38EE" w:rsidRPr="00887146" w:rsidRDefault="004D38E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8714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887146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887146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14E2CC3B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</w:t>
      </w:r>
      <w:r w:rsidR="009C2F88">
        <w:rPr>
          <w:rFonts w:ascii="Corbel" w:hAnsi="Corbel"/>
          <w:i/>
          <w:smallCaps/>
          <w:sz w:val="24"/>
          <w:szCs w:val="24"/>
        </w:rPr>
        <w:t>2</w:t>
      </w:r>
      <w:r w:rsidRPr="00887146">
        <w:rPr>
          <w:rFonts w:ascii="Corbel" w:hAnsi="Corbel"/>
          <w:i/>
          <w:smallCaps/>
          <w:sz w:val="24"/>
          <w:szCs w:val="24"/>
        </w:rPr>
        <w:t>-202</w:t>
      </w:r>
      <w:r w:rsidR="009C2F88">
        <w:rPr>
          <w:rFonts w:ascii="Corbel" w:hAnsi="Corbel"/>
          <w:i/>
          <w:smallCaps/>
          <w:sz w:val="24"/>
          <w:szCs w:val="24"/>
        </w:rPr>
        <w:t>4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74B7439D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0862FC">
        <w:rPr>
          <w:rFonts w:ascii="Corbel" w:hAnsi="Corbel"/>
          <w:sz w:val="20"/>
          <w:szCs w:val="20"/>
        </w:rPr>
        <w:t>3</w:t>
      </w:r>
      <w:r w:rsidRPr="00887146">
        <w:rPr>
          <w:rFonts w:ascii="Corbel" w:hAnsi="Corbel"/>
          <w:sz w:val="20"/>
          <w:szCs w:val="20"/>
        </w:rPr>
        <w:t>/20</w:t>
      </w:r>
      <w:r w:rsidR="00934EDF">
        <w:rPr>
          <w:rFonts w:ascii="Corbel" w:hAnsi="Corbel"/>
          <w:sz w:val="20"/>
          <w:szCs w:val="20"/>
        </w:rPr>
        <w:t>2</w:t>
      </w:r>
      <w:r w:rsidR="000862FC">
        <w:rPr>
          <w:rFonts w:ascii="Corbel" w:hAnsi="Corbel"/>
          <w:sz w:val="20"/>
          <w:szCs w:val="20"/>
        </w:rPr>
        <w:t>4</w:t>
      </w:r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E88A567" w:rsidR="00475C3C" w:rsidRPr="00887146" w:rsidRDefault="00DA18B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150CC7E2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231A7FCA" w:rsidR="00015B8F" w:rsidRPr="00887146" w:rsidRDefault="000862FC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BDDD834" w:rsidR="00015B8F" w:rsidRPr="00887146" w:rsidRDefault="00DA18B5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3D62B49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871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0EFB3EEA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 xml:space="preserve">cele, efekty uczenia </w:t>
      </w:r>
      <w:proofErr w:type="gramStart"/>
      <w:r w:rsidR="000476E0" w:rsidRPr="00887146">
        <w:rPr>
          <w:rFonts w:ascii="Corbel" w:hAnsi="Corbel"/>
          <w:szCs w:val="24"/>
        </w:rPr>
        <w:t>się ,</w:t>
      </w:r>
      <w:proofErr w:type="gramEnd"/>
      <w:r w:rsidR="000476E0" w:rsidRPr="00887146">
        <w:rPr>
          <w:rFonts w:ascii="Corbel" w:hAnsi="Corbel"/>
          <w:szCs w:val="24"/>
        </w:rPr>
        <w:t xml:space="preserve">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735"/>
        <w:gridCol w:w="8895"/>
      </w:tblGrid>
      <w:tr w:rsidR="19B7C8D7" w:rsidRPr="00887146" w14:paraId="75DFB48D" w14:textId="77777777" w:rsidTr="0EFB3EEA">
        <w:tc>
          <w:tcPr>
            <w:tcW w:w="735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C1</w:t>
            </w:r>
          </w:p>
        </w:tc>
        <w:tc>
          <w:tcPr>
            <w:tcW w:w="8895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EFB3EEA">
        <w:tc>
          <w:tcPr>
            <w:tcW w:w="735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8895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EFB3EEA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</w:t>
            </w:r>
            <w:proofErr w:type="gramStart"/>
            <w:r w:rsidRPr="00887146">
              <w:rPr>
                <w:rFonts w:ascii="Corbel" w:hAnsi="Corbel"/>
                <w:sz w:val="24"/>
                <w:szCs w:val="24"/>
              </w:rPr>
              <w:t>efektów  kierunkowych</w:t>
            </w:r>
            <w:proofErr w:type="gramEnd"/>
            <w:r w:rsidRPr="008871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EFB3EEA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EFB3EEA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</w:t>
            </w:r>
            <w:proofErr w:type="gram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walutowym  (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EFB3EEA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wzajemne powiązania i zależności między podstawowymi zjawiskami makroekonomicznymi i ich wpływ na procesy rozwojowe MSW w oparciu o podstawowe narzędzia analizy ekonomicznej oraz podstawowe modele i 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K_W06</w:t>
            </w:r>
          </w:p>
          <w:p w14:paraId="3BCE6ECF" w14:textId="0F008590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EFB3EEA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identyfikować ich przyczyny i skutki oraz przedstawiać opinię na temat podstawowych problemów, występujących w sferze działań gospodarczych w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255F2100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K_U01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EFB3EEA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EFB3EEA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</w:t>
            </w:r>
            <w:proofErr w:type="gram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zróżnicowanymi kręgami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EFB3EEA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proofErr w:type="gram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poziom wiedzy z kursu MSW</w:t>
            </w:r>
          </w:p>
        </w:tc>
        <w:tc>
          <w:tcPr>
            <w:tcW w:w="1847" w:type="dxa"/>
          </w:tcPr>
          <w:p w14:paraId="053BBE5D" w14:textId="1934F1D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</w:t>
            </w:r>
            <w:r w:rsidR="008741F1">
              <w:rPr>
                <w:rFonts w:ascii="Corbel" w:eastAsia="Corbel" w:hAnsi="Corbel" w:cs="Corbel"/>
                <w:sz w:val="24"/>
                <w:szCs w:val="24"/>
                <w:lang w:val="pl"/>
              </w:rPr>
              <w:t>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EFB3EEA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577AF812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 xml:space="preserve">blematyka </w:t>
      </w:r>
      <w:r w:rsidR="00C97310">
        <w:rPr>
          <w:rFonts w:ascii="Corbel" w:hAnsi="Corbel"/>
          <w:sz w:val="24"/>
          <w:szCs w:val="24"/>
        </w:rPr>
        <w:t>wykładów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</w:t>
            </w:r>
            <w:proofErr w:type="gram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walutowych,  wpływu</w:t>
            </w:r>
            <w:proofErr w:type="gram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6477ED70" w:rsidR="00E21E7D" w:rsidRPr="00887146" w:rsidRDefault="00C97310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CF5F2F" w:rsidRPr="00887146">
        <w:rPr>
          <w:rFonts w:ascii="Corbel" w:hAnsi="Corbel"/>
          <w:b w:val="0"/>
          <w:smallCaps w:val="0"/>
          <w:szCs w:val="24"/>
        </w:rPr>
        <w:t xml:space="preserve">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CF5F2F"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</w:t>
      </w:r>
      <w:proofErr w:type="spellStart"/>
      <w:r w:rsidR="00B5463F" w:rsidRPr="0088714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43E64E7D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38F52199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182C6CE4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4C92DE48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23E110EF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4998A3A9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  <w:r w:rsidR="00C97310">
              <w:rPr>
                <w:rFonts w:ascii="Corbel" w:hAnsi="Corbel"/>
                <w:b w:val="0"/>
                <w:smallCaps w:val="0"/>
              </w:rPr>
              <w:t>a</w:t>
            </w:r>
          </w:p>
        </w:tc>
        <w:tc>
          <w:tcPr>
            <w:tcW w:w="2232" w:type="dxa"/>
          </w:tcPr>
          <w:p w14:paraId="19BEDC33" w14:textId="73D01FE6" w:rsidR="1D33423D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3E8868C6" w:rsidR="1C3FBD66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F39705E" w:rsidR="36066E09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minimum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225D4EF" w:rsidR="004105D0" w:rsidRPr="00887146" w:rsidRDefault="00DA18B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07AE82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</w:t>
            </w:r>
            <w:r w:rsidR="00DA18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walutowy  /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i systemy kursowe w warunkach integracji finansowej / Michał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Jurek ;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Uniwersytet Ekonomiczny w Poznaniu. -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Poznań :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Poznań :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0DB1E" w14:textId="77777777" w:rsidR="00F81199" w:rsidRDefault="00F81199" w:rsidP="00C16ABF">
      <w:pPr>
        <w:spacing w:after="0" w:line="240" w:lineRule="auto"/>
      </w:pPr>
      <w:r>
        <w:separator/>
      </w:r>
    </w:p>
  </w:endnote>
  <w:endnote w:type="continuationSeparator" w:id="0">
    <w:p w14:paraId="63AE7C14" w14:textId="77777777" w:rsidR="00F81199" w:rsidRDefault="00F811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3073" w14:textId="77777777" w:rsidR="00F81199" w:rsidRDefault="00F81199" w:rsidP="00C16ABF">
      <w:pPr>
        <w:spacing w:after="0" w:line="240" w:lineRule="auto"/>
      </w:pPr>
      <w:r>
        <w:separator/>
      </w:r>
    </w:p>
  </w:footnote>
  <w:footnote w:type="continuationSeparator" w:id="0">
    <w:p w14:paraId="26C79817" w14:textId="77777777" w:rsidR="00F81199" w:rsidRDefault="00F81199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17D43"/>
    <w:rsid w:val="00022ECE"/>
    <w:rsid w:val="00024102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862FC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A2DBA"/>
    <w:rsid w:val="003B4E6C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741F1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4EDF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2F88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5255"/>
    <w:rsid w:val="00B563CE"/>
    <w:rsid w:val="00B607DB"/>
    <w:rsid w:val="00B66529"/>
    <w:rsid w:val="00B75946"/>
    <w:rsid w:val="00B8056E"/>
    <w:rsid w:val="00B81797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97310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18B5"/>
    <w:rsid w:val="00DA2114"/>
    <w:rsid w:val="00DC0E01"/>
    <w:rsid w:val="00DD494E"/>
    <w:rsid w:val="00DE09C0"/>
    <w:rsid w:val="00DE0C34"/>
    <w:rsid w:val="00DE558F"/>
    <w:rsid w:val="00DF1D88"/>
    <w:rsid w:val="00DF204A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2634E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1199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D5F6E89"/>
    <w:rsid w:val="0EB4D20F"/>
    <w:rsid w:val="0EFB3EEA"/>
    <w:rsid w:val="0EFE4EA4"/>
    <w:rsid w:val="102F02D0"/>
    <w:rsid w:val="11A02558"/>
    <w:rsid w:val="14A56F6B"/>
    <w:rsid w:val="1668682D"/>
    <w:rsid w:val="16A01227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55F2100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5DD64B6F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C9731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CEEC59-5572-4F58-985E-072925E3D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3C594-B9C3-4210-8E69-3713EE0100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A89A01-EA8E-4953-A4C7-FB0EAFB30A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1430</Words>
  <Characters>8586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Jadwiga Pawłowska-Mielech</cp:lastModifiedBy>
  <cp:revision>2</cp:revision>
  <cp:lastPrinted>2017-02-15T21:41:00Z</cp:lastPrinted>
  <dcterms:created xsi:type="dcterms:W3CDTF">2022-09-22T17:58:00Z</dcterms:created>
  <dcterms:modified xsi:type="dcterms:W3CDTF">2022-09-22T17:58:00Z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